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AA" w:rsidRPr="00387CC0" w:rsidRDefault="00C87FAA" w:rsidP="00B906B9">
      <w:pPr>
        <w:jc w:val="center"/>
        <w:rPr>
          <w:b/>
          <w:bCs/>
          <w:sz w:val="28"/>
          <w:szCs w:val="28"/>
        </w:rPr>
      </w:pPr>
      <w:r w:rsidRPr="00387CC0">
        <w:rPr>
          <w:b/>
          <w:bCs/>
          <w:sz w:val="28"/>
          <w:szCs w:val="28"/>
        </w:rPr>
        <w:t>РЕСПУБЛИКА  БУРЯТИЯ</w:t>
      </w:r>
    </w:p>
    <w:p w:rsidR="00C87FAA" w:rsidRPr="00387CC0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Pr="00387CC0" w:rsidRDefault="00C87FAA" w:rsidP="00B906B9">
      <w:pPr>
        <w:jc w:val="center"/>
        <w:rPr>
          <w:b/>
          <w:bCs/>
          <w:sz w:val="28"/>
          <w:szCs w:val="28"/>
        </w:rPr>
      </w:pPr>
      <w:r w:rsidRPr="00387CC0">
        <w:rPr>
          <w:b/>
          <w:bCs/>
          <w:sz w:val="28"/>
          <w:szCs w:val="28"/>
        </w:rPr>
        <w:t>ПРИБАЙКАЛЬСКИЙ  РАЙОН</w:t>
      </w:r>
    </w:p>
    <w:p w:rsidR="00C87FAA" w:rsidRPr="00387CC0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Pr="00387CC0" w:rsidRDefault="00C87FAA" w:rsidP="00B906B9">
      <w:pPr>
        <w:jc w:val="center"/>
        <w:rPr>
          <w:b/>
          <w:bCs/>
          <w:sz w:val="28"/>
          <w:szCs w:val="28"/>
        </w:rPr>
      </w:pPr>
      <w:r w:rsidRPr="00387CC0">
        <w:rPr>
          <w:b/>
          <w:bCs/>
          <w:sz w:val="28"/>
          <w:szCs w:val="28"/>
        </w:rPr>
        <w:t>АДМИНИСТРАЦИЯ</w:t>
      </w:r>
    </w:p>
    <w:p w:rsidR="00C87FAA" w:rsidRPr="00387CC0" w:rsidRDefault="00C87FAA" w:rsidP="00B906B9">
      <w:pPr>
        <w:jc w:val="center"/>
        <w:rPr>
          <w:b/>
          <w:bCs/>
          <w:sz w:val="28"/>
          <w:szCs w:val="28"/>
        </w:rPr>
      </w:pPr>
      <w:r w:rsidRPr="00387CC0">
        <w:rPr>
          <w:b/>
          <w:bCs/>
          <w:sz w:val="28"/>
          <w:szCs w:val="28"/>
        </w:rPr>
        <w:t>МУНИЦИПАЛЬНОГО ОБРАЗОВАНИЯ «ТАТАУРОВСКОЕ»</w:t>
      </w:r>
    </w:p>
    <w:p w:rsidR="00C87FAA" w:rsidRPr="00387CC0" w:rsidRDefault="00C87FAA" w:rsidP="00B906B9">
      <w:pPr>
        <w:jc w:val="center"/>
        <w:rPr>
          <w:b/>
          <w:bCs/>
          <w:sz w:val="28"/>
          <w:szCs w:val="28"/>
        </w:rPr>
      </w:pPr>
      <w:r w:rsidRPr="00387CC0">
        <w:rPr>
          <w:b/>
          <w:bCs/>
          <w:sz w:val="28"/>
          <w:szCs w:val="28"/>
        </w:rPr>
        <w:t xml:space="preserve"> СЕЛЬСКОЕ  ПОСЕЛЕНИЕ</w:t>
      </w:r>
    </w:p>
    <w:p w:rsidR="00C87FAA" w:rsidRPr="00D331D3" w:rsidRDefault="00C87FAA" w:rsidP="00D331D3">
      <w:pPr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08 февраля 2012г. № 5</w:t>
      </w: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 О назначении должностных лиц ответственных за координацию, контроль и разработку административных регламентов, координацию работы по межведомственному взаимодействию по предоставлению муниципальных услуг»</w:t>
      </w: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Pr="00D331D3" w:rsidRDefault="00C87FAA" w:rsidP="00D331D3">
      <w:pPr>
        <w:rPr>
          <w:sz w:val="28"/>
          <w:szCs w:val="28"/>
        </w:rPr>
      </w:pPr>
      <w:r>
        <w:rPr>
          <w:sz w:val="28"/>
          <w:szCs w:val="28"/>
        </w:rPr>
        <w:t xml:space="preserve">        В соответ</w:t>
      </w:r>
      <w:r w:rsidRPr="00D331D3">
        <w:rPr>
          <w:sz w:val="28"/>
          <w:szCs w:val="28"/>
        </w:rPr>
        <w:t>с</w:t>
      </w:r>
      <w:r>
        <w:rPr>
          <w:sz w:val="28"/>
          <w:szCs w:val="28"/>
        </w:rPr>
        <w:t>т</w:t>
      </w:r>
      <w:r w:rsidRPr="00D331D3">
        <w:rPr>
          <w:sz w:val="28"/>
          <w:szCs w:val="28"/>
        </w:rPr>
        <w:t>вии</w:t>
      </w:r>
      <w:r>
        <w:rPr>
          <w:sz w:val="28"/>
          <w:szCs w:val="28"/>
        </w:rPr>
        <w:t xml:space="preserve"> с Федеральным законом от 27.07.2010 года № 210-ФЗ  «Об  организации предоставления государственных и муниципальных услуг»</w:t>
      </w: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ответственной</w:t>
      </w:r>
      <w:r w:rsidRPr="00D331D3">
        <w:rPr>
          <w:sz w:val="28"/>
          <w:szCs w:val="28"/>
        </w:rPr>
        <w:t>,</w:t>
      </w:r>
      <w:r w:rsidRPr="00802D7E">
        <w:rPr>
          <w:sz w:val="28"/>
          <w:szCs w:val="28"/>
        </w:rPr>
        <w:t xml:space="preserve"> </w:t>
      </w:r>
      <w:bookmarkStart w:id="0" w:name="_GoBack"/>
      <w:bookmarkEnd w:id="0"/>
      <w:r w:rsidRPr="00D331D3">
        <w:rPr>
          <w:sz w:val="28"/>
          <w:szCs w:val="28"/>
        </w:rPr>
        <w:t xml:space="preserve">курирующей процесс проектирования, контроля, разработку административных регламентов, а также координацию межведомственного взаимодействия по предоставлению муниципальных услуг главного специалиста </w:t>
      </w:r>
      <w:r>
        <w:rPr>
          <w:sz w:val="28"/>
          <w:szCs w:val="28"/>
        </w:rPr>
        <w:t>Помозову О.Н.</w:t>
      </w:r>
      <w:r w:rsidRPr="00D331D3">
        <w:rPr>
          <w:sz w:val="28"/>
          <w:szCs w:val="28"/>
          <w:highlight w:val="yellow"/>
        </w:rPr>
        <w:t xml:space="preserve"> </w:t>
      </w:r>
      <w:r w:rsidRPr="00E1045C">
        <w:rPr>
          <w:sz w:val="28"/>
          <w:szCs w:val="28"/>
        </w:rPr>
        <w:t>администрации муниципального образования «Т</w:t>
      </w:r>
      <w:r>
        <w:rPr>
          <w:sz w:val="28"/>
          <w:szCs w:val="28"/>
        </w:rPr>
        <w:t>атауровское» сельское поселение.</w:t>
      </w:r>
    </w:p>
    <w:p w:rsidR="00C87FAA" w:rsidRPr="00D331D3" w:rsidRDefault="00C87FAA" w:rsidP="00B906B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со дня его подписания.</w:t>
      </w:r>
    </w:p>
    <w:p w:rsidR="00C87FAA" w:rsidRDefault="00C87FAA" w:rsidP="00B906B9">
      <w:pPr>
        <w:jc w:val="both"/>
        <w:rPr>
          <w:sz w:val="28"/>
          <w:szCs w:val="28"/>
        </w:rPr>
      </w:pPr>
    </w:p>
    <w:p w:rsidR="00C87FAA" w:rsidRPr="00193E97" w:rsidRDefault="00C87FAA" w:rsidP="00B906B9">
      <w:pPr>
        <w:jc w:val="both"/>
        <w:rPr>
          <w:sz w:val="28"/>
          <w:szCs w:val="28"/>
        </w:rPr>
      </w:pPr>
    </w:p>
    <w:p w:rsidR="00C87FAA" w:rsidRPr="00A760D8" w:rsidRDefault="00C87FAA" w:rsidP="00B906B9">
      <w:pPr>
        <w:jc w:val="both"/>
        <w:rPr>
          <w:b/>
          <w:bCs/>
          <w:sz w:val="28"/>
          <w:szCs w:val="28"/>
        </w:rPr>
      </w:pPr>
    </w:p>
    <w:p w:rsidR="00C87FAA" w:rsidRPr="00A760D8" w:rsidRDefault="00C87FAA" w:rsidP="0026585B">
      <w:pPr>
        <w:rPr>
          <w:b/>
          <w:bCs/>
          <w:sz w:val="28"/>
          <w:szCs w:val="28"/>
        </w:rPr>
      </w:pPr>
      <w:r w:rsidRPr="00A760D8">
        <w:rPr>
          <w:b/>
          <w:bCs/>
          <w:sz w:val="28"/>
          <w:szCs w:val="28"/>
        </w:rPr>
        <w:t xml:space="preserve">         Глава администрации</w:t>
      </w:r>
    </w:p>
    <w:p w:rsidR="00C87FAA" w:rsidRPr="00A760D8" w:rsidRDefault="00C87FAA" w:rsidP="0026585B">
      <w:pPr>
        <w:rPr>
          <w:b/>
          <w:bCs/>
          <w:sz w:val="28"/>
          <w:szCs w:val="28"/>
        </w:rPr>
      </w:pPr>
      <w:r w:rsidRPr="00A760D8">
        <w:rPr>
          <w:b/>
          <w:bCs/>
          <w:sz w:val="28"/>
          <w:szCs w:val="28"/>
        </w:rPr>
        <w:t xml:space="preserve">         муниципального образования</w:t>
      </w:r>
    </w:p>
    <w:p w:rsidR="00C87FAA" w:rsidRPr="00A760D8" w:rsidRDefault="00C87FAA" w:rsidP="0026585B">
      <w:pPr>
        <w:rPr>
          <w:b/>
          <w:bCs/>
          <w:sz w:val="28"/>
          <w:szCs w:val="28"/>
        </w:rPr>
      </w:pPr>
      <w:r w:rsidRPr="00A760D8">
        <w:rPr>
          <w:b/>
          <w:bCs/>
          <w:sz w:val="28"/>
          <w:szCs w:val="28"/>
        </w:rPr>
        <w:t xml:space="preserve">         «Татауров</w:t>
      </w:r>
      <w:r>
        <w:rPr>
          <w:b/>
          <w:bCs/>
          <w:sz w:val="28"/>
          <w:szCs w:val="28"/>
        </w:rPr>
        <w:t>ское» сельское  поселение</w:t>
      </w:r>
      <w:r w:rsidRPr="00A760D8">
        <w:rPr>
          <w:b/>
          <w:bCs/>
          <w:sz w:val="28"/>
          <w:szCs w:val="28"/>
        </w:rPr>
        <w:t xml:space="preserve">:                </w:t>
      </w:r>
      <w:r>
        <w:rPr>
          <w:b/>
          <w:bCs/>
          <w:sz w:val="28"/>
          <w:szCs w:val="28"/>
        </w:rPr>
        <w:t xml:space="preserve">           Б.И.Савельев</w:t>
      </w:r>
      <w:r w:rsidRPr="00A760D8">
        <w:rPr>
          <w:b/>
          <w:bCs/>
          <w:sz w:val="28"/>
          <w:szCs w:val="28"/>
        </w:rPr>
        <w:t xml:space="preserve">                         </w:t>
      </w:r>
    </w:p>
    <w:p w:rsidR="00C87FAA" w:rsidRDefault="00C87FAA" w:rsidP="0026585B">
      <w:pPr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p w:rsidR="00C87FAA" w:rsidRDefault="00C87FAA" w:rsidP="00B906B9">
      <w:pPr>
        <w:jc w:val="center"/>
        <w:rPr>
          <w:b/>
          <w:bCs/>
          <w:sz w:val="28"/>
          <w:szCs w:val="28"/>
        </w:rPr>
      </w:pPr>
    </w:p>
    <w:sectPr w:rsidR="00C87FAA" w:rsidSect="00684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638ED"/>
    <w:multiLevelType w:val="hybridMultilevel"/>
    <w:tmpl w:val="CBE47C30"/>
    <w:lvl w:ilvl="0" w:tplc="6564154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>
      <w:start w:val="1"/>
      <w:numFmt w:val="lowerRoman"/>
      <w:lvlText w:val="%3."/>
      <w:lvlJc w:val="right"/>
      <w:pPr>
        <w:ind w:left="2100" w:hanging="180"/>
      </w:pPr>
    </w:lvl>
    <w:lvl w:ilvl="3" w:tplc="0419000F">
      <w:start w:val="1"/>
      <w:numFmt w:val="decimal"/>
      <w:lvlText w:val="%4."/>
      <w:lvlJc w:val="left"/>
      <w:pPr>
        <w:ind w:left="2820" w:hanging="360"/>
      </w:pPr>
    </w:lvl>
    <w:lvl w:ilvl="4" w:tplc="04190019">
      <w:start w:val="1"/>
      <w:numFmt w:val="lowerLetter"/>
      <w:lvlText w:val="%5."/>
      <w:lvlJc w:val="left"/>
      <w:pPr>
        <w:ind w:left="3540" w:hanging="360"/>
      </w:pPr>
    </w:lvl>
    <w:lvl w:ilvl="5" w:tplc="0419001B">
      <w:start w:val="1"/>
      <w:numFmt w:val="lowerRoman"/>
      <w:lvlText w:val="%6."/>
      <w:lvlJc w:val="right"/>
      <w:pPr>
        <w:ind w:left="4260" w:hanging="180"/>
      </w:pPr>
    </w:lvl>
    <w:lvl w:ilvl="6" w:tplc="0419000F">
      <w:start w:val="1"/>
      <w:numFmt w:val="decimal"/>
      <w:lvlText w:val="%7."/>
      <w:lvlJc w:val="left"/>
      <w:pPr>
        <w:ind w:left="4980" w:hanging="360"/>
      </w:pPr>
    </w:lvl>
    <w:lvl w:ilvl="7" w:tplc="04190019">
      <w:start w:val="1"/>
      <w:numFmt w:val="lowerLetter"/>
      <w:lvlText w:val="%8."/>
      <w:lvlJc w:val="left"/>
      <w:pPr>
        <w:ind w:left="5700" w:hanging="360"/>
      </w:pPr>
    </w:lvl>
    <w:lvl w:ilvl="8" w:tplc="041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891"/>
    <w:rsid w:val="000333A1"/>
    <w:rsid w:val="000B3AF3"/>
    <w:rsid w:val="00193E97"/>
    <w:rsid w:val="001C330F"/>
    <w:rsid w:val="00225AC1"/>
    <w:rsid w:val="00260D89"/>
    <w:rsid w:val="0026585B"/>
    <w:rsid w:val="0035578A"/>
    <w:rsid w:val="00387CC0"/>
    <w:rsid w:val="00446BAB"/>
    <w:rsid w:val="00601B96"/>
    <w:rsid w:val="00667DBB"/>
    <w:rsid w:val="00684464"/>
    <w:rsid w:val="00785A7C"/>
    <w:rsid w:val="007C04BD"/>
    <w:rsid w:val="007E1097"/>
    <w:rsid w:val="00802D7E"/>
    <w:rsid w:val="00842DFE"/>
    <w:rsid w:val="00864BA4"/>
    <w:rsid w:val="00A760D8"/>
    <w:rsid w:val="00AE2891"/>
    <w:rsid w:val="00B906B9"/>
    <w:rsid w:val="00C87FAA"/>
    <w:rsid w:val="00D16117"/>
    <w:rsid w:val="00D331D3"/>
    <w:rsid w:val="00E1045C"/>
    <w:rsid w:val="00EB3DA1"/>
    <w:rsid w:val="00EE1E81"/>
    <w:rsid w:val="00EF0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8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AE2891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</w:rPr>
  </w:style>
  <w:style w:type="paragraph" w:customStyle="1" w:styleId="10">
    <w:name w:val="Знак Знак Знак1 Знак"/>
    <w:basedOn w:val="Normal"/>
    <w:uiPriority w:val="99"/>
    <w:rsid w:val="00AE289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next w:val="Normal"/>
    <w:uiPriority w:val="99"/>
    <w:rsid w:val="00AE2891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161</Words>
  <Characters>919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Бузина</dc:creator>
  <cp:keywords/>
  <dc:description/>
  <cp:lastModifiedBy>***$USER$***</cp:lastModifiedBy>
  <cp:revision>15</cp:revision>
  <cp:lastPrinted>2012-02-14T04:37:00Z</cp:lastPrinted>
  <dcterms:created xsi:type="dcterms:W3CDTF">2012-02-14T01:19:00Z</dcterms:created>
  <dcterms:modified xsi:type="dcterms:W3CDTF">2012-03-21T07:50:00Z</dcterms:modified>
</cp:coreProperties>
</file>